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3B" w:rsidRDefault="000D2B3B" w:rsidP="00AD2892">
      <w:pPr>
        <w:outlineLvl w:val="0"/>
      </w:pPr>
      <w:fldSimple w:instr=" AUTHOR  \* MERGEFORMAT ">
        <w:r>
          <w:t>Myself - that's who</w:t>
        </w:r>
      </w:fldSimple>
    </w:p>
    <w:p w:rsidR="000D2B3B" w:rsidRDefault="000D2B3B" w:rsidP="00102976">
      <w:fldSimple w:instr=" CREATEDATE  \* MERGEFORMAT ">
        <w:r>
          <w:t>yesterday at noon</w:t>
        </w:r>
      </w:fldSimple>
    </w:p>
    <w:sectPr w:rsidR="000D2B3B" w:rsidSect="00102976">
      <w:headerReference w:type="default" r:id="rId6"/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B3B" w:rsidRDefault="000D2B3B">
      <w:r>
        <w:separator/>
      </w:r>
    </w:p>
  </w:endnote>
  <w:endnote w:type="continuationSeparator" w:id="0">
    <w:p w:rsidR="000D2B3B" w:rsidRDefault="000D2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B3B" w:rsidRDefault="000D2B3B">
      <w:r>
        <w:separator/>
      </w:r>
    </w:p>
  </w:footnote>
  <w:footnote w:type="continuationSeparator" w:id="0">
    <w:p w:rsidR="000D2B3B" w:rsidRDefault="000D2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B3B" w:rsidRDefault="000D2B3B" w:rsidP="00AD2892">
    <w:pPr>
      <w:pStyle w:val="Header"/>
      <w:jc w:val="center"/>
    </w:pPr>
    <w:r>
      <w:t>CreateAuthor and CreateDate</w:t>
    </w:r>
  </w:p>
  <w:p w:rsidR="000D2B3B" w:rsidRDefault="000D2B3B" w:rsidP="00AD2892">
    <w:pPr>
      <w:pStyle w:val="Header"/>
      <w:jc w:val="center"/>
    </w:pPr>
    <w:r>
      <w:t>Both hand-modified, but can be refreshed with F9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976"/>
    <w:rsid w:val="000D2B3B"/>
    <w:rsid w:val="00102976"/>
    <w:rsid w:val="00330CCF"/>
    <w:rsid w:val="00AD2892"/>
    <w:rsid w:val="00C641F5"/>
    <w:rsid w:val="00D11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D4D"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AD28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5E2B"/>
    <w:rPr>
      <w:rFonts w:cs="Arial"/>
      <w:sz w:val="0"/>
      <w:szCs w:val="0"/>
    </w:rPr>
  </w:style>
  <w:style w:type="paragraph" w:styleId="Header">
    <w:name w:val="header"/>
    <w:basedOn w:val="Normal"/>
    <w:link w:val="HeaderChar"/>
    <w:uiPriority w:val="99"/>
    <w:rsid w:val="00AD289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5E2B"/>
    <w:rPr>
      <w:rFonts w:ascii="Liberation Sans" w:hAnsi="Liberation Sans" w:cs="Arial"/>
    </w:rPr>
  </w:style>
  <w:style w:type="paragraph" w:styleId="Footer">
    <w:name w:val="footer"/>
    <w:basedOn w:val="Normal"/>
    <w:link w:val="FooterChar"/>
    <w:uiPriority w:val="99"/>
    <w:rsid w:val="00AD289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5E2B"/>
    <w:rPr>
      <w:rFonts w:ascii="Liberation Sans" w:hAnsi="Liberation Sans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</Words>
  <Characters>82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Chavez</dc:creator>
  <cp:keywords/>
  <dc:description/>
  <cp:lastModifiedBy>Lorenzo Chavez</cp:lastModifiedBy>
  <cp:revision>2</cp:revision>
  <dcterms:created xsi:type="dcterms:W3CDTF">2022-04-06T06:41:00Z</dcterms:created>
  <dcterms:modified xsi:type="dcterms:W3CDTF">2022-04-06T06:41:00Z</dcterms:modified>
</cp:coreProperties>
</file>